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97"/>
        <w:gridCol w:w="291"/>
        <w:gridCol w:w="322"/>
        <w:gridCol w:w="499"/>
        <w:gridCol w:w="795"/>
        <w:gridCol w:w="1275"/>
        <w:gridCol w:w="356"/>
        <w:gridCol w:w="408"/>
        <w:gridCol w:w="310"/>
        <w:gridCol w:w="60"/>
        <w:gridCol w:w="645"/>
        <w:gridCol w:w="40"/>
        <w:gridCol w:w="1463"/>
      </w:tblGrid>
      <w:tr w:rsidR="00053988" w:rsidRPr="007D71BD" w14:paraId="54D4281E" w14:textId="77777777" w:rsidTr="008C5B3D">
        <w:trPr>
          <w:trHeight w:val="450"/>
        </w:trPr>
        <w:tc>
          <w:tcPr>
            <w:tcW w:w="4066" w:type="dxa"/>
            <w:gridSpan w:val="11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DF5DEF" w:rsidRDefault="005D0F3B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144.7pt;height:147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68828818" r:id="rId7"/>
              </w:object>
            </w:r>
          </w:p>
        </w:tc>
        <w:tc>
          <w:tcPr>
            <w:tcW w:w="617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9D2C37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9D2C37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E70B40" w14:paraId="0BAC96BE" w14:textId="77777777" w:rsidTr="008C5B3D">
        <w:trPr>
          <w:trHeight w:val="75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Repair Order (RO) Nr.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2B55DEBF" w:rsidR="00053988" w:rsidRPr="005D0F3B" w:rsidRDefault="000833AB" w:rsidP="005D0F3B">
            <w:pPr>
              <w:rPr>
                <w:b/>
                <w:bCs/>
                <w:lang w:val="ru-RU"/>
              </w:rPr>
            </w:pPr>
            <w:r w:rsidRPr="009D2C37">
              <w:rPr>
                <w:b/>
                <w:bCs/>
                <w:lang w:val="en-US"/>
              </w:rPr>
              <w:t>GIS-</w:t>
            </w:r>
            <w:r w:rsidR="005D0F3B">
              <w:rPr>
                <w:b/>
                <w:bCs/>
                <w:lang w:val="ru-RU"/>
              </w:rPr>
              <w:t>11</w:t>
            </w:r>
            <w:bookmarkStart w:id="0" w:name="_GoBack"/>
            <w:bookmarkEnd w:id="0"/>
          </w:p>
        </w:tc>
      </w:tr>
      <w:tr w:rsidR="00053988" w:rsidRPr="00E70B40" w14:paraId="765E600F" w14:textId="77777777" w:rsidTr="008C5B3D">
        <w:trPr>
          <w:trHeight w:val="87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Date of failure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262B9966" w:rsidR="00053988" w:rsidRPr="009D2C37" w:rsidRDefault="00666542" w:rsidP="00515D95">
            <w:pPr>
              <w:rPr>
                <w:lang w:val="en-GB"/>
              </w:rPr>
            </w:pPr>
            <w:r>
              <w:rPr>
                <w:lang w:val="ru-RU"/>
              </w:rPr>
              <w:t>11</w:t>
            </w:r>
            <w:r w:rsidR="00E954EA" w:rsidRPr="009D2C37">
              <w:rPr>
                <w:lang w:val="en-GB"/>
              </w:rPr>
              <w:t>.</w:t>
            </w:r>
            <w:r w:rsidR="00E954EA" w:rsidRPr="009D2C37">
              <w:rPr>
                <w:lang w:val="uz-Cyrl-UZ"/>
              </w:rPr>
              <w:t>09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053988" w:rsidRPr="00E70B40" w14:paraId="191FA376" w14:textId="77777777" w:rsidTr="009D2C37">
        <w:trPr>
          <w:trHeight w:val="653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9D2C37" w:rsidRDefault="001B1621" w:rsidP="003E73BB">
            <w:pPr>
              <w:rPr>
                <w:lang w:val="en-GB"/>
              </w:rPr>
            </w:pPr>
            <w:r w:rsidRPr="009D2C37">
              <w:rPr>
                <w:lang w:val="en-GB"/>
              </w:rPr>
              <w:t>R</w:t>
            </w:r>
            <w:r w:rsidR="003E73BB" w:rsidRPr="009D2C37">
              <w:rPr>
                <w:lang w:val="en-GB"/>
              </w:rPr>
              <w:t xml:space="preserve">epair Order </w:t>
            </w:r>
            <w:r w:rsidRPr="009D2C37">
              <w:rPr>
                <w:lang w:val="en-GB"/>
              </w:rPr>
              <w:t>Open Date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32D1CCE2" w:rsidR="00053988" w:rsidRPr="009D2C37" w:rsidRDefault="00666542" w:rsidP="00417466">
            <w:pPr>
              <w:rPr>
                <w:lang w:val="en-GB"/>
              </w:rPr>
            </w:pPr>
            <w:r>
              <w:rPr>
                <w:lang w:val="ru-RU"/>
              </w:rPr>
              <w:t>14</w:t>
            </w:r>
            <w:r w:rsidR="00E954EA" w:rsidRPr="009D2C37">
              <w:rPr>
                <w:lang w:val="en-GB"/>
              </w:rPr>
              <w:t>.</w:t>
            </w:r>
            <w:r w:rsidR="00E954EA" w:rsidRPr="009D2C37">
              <w:rPr>
                <w:lang w:val="uz-Cyrl-UZ"/>
              </w:rPr>
              <w:t>09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5D7075" w:rsidRPr="00E70B40" w14:paraId="2AC0AC6D" w14:textId="77777777" w:rsidTr="008C5B3D">
        <w:tc>
          <w:tcPr>
            <w:tcW w:w="10239" w:type="dxa"/>
            <w:gridSpan w:val="2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E70B40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E70B40">
              <w:rPr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E70B40">
              <w:rPr>
                <w:b/>
                <w:bCs/>
                <w:sz w:val="22"/>
                <w:szCs w:val="22"/>
              </w:rPr>
              <w:t>Uzbekistan</w:t>
            </w:r>
            <w:proofErr w:type="spellEnd"/>
            <w:r w:rsidRPr="00E70B40">
              <w:rPr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9D2C37" w14:paraId="6B1A9A35" w14:textId="77777777" w:rsidTr="008C5B3D">
        <w:tc>
          <w:tcPr>
            <w:tcW w:w="10239" w:type="dxa"/>
            <w:gridSpan w:val="2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9D2C37" w:rsidRDefault="003B2495" w:rsidP="005967E0">
            <w:pPr>
              <w:pStyle w:val="TabellenInhalt"/>
              <w:snapToGrid w:val="0"/>
              <w:spacing w:after="0"/>
              <w:rPr>
                <w:sz w:val="20"/>
                <w:szCs w:val="20"/>
                <w:lang w:val="it-IT"/>
              </w:rPr>
            </w:pPr>
            <w:r w:rsidRPr="009D2C37">
              <w:rPr>
                <w:b/>
                <w:bCs/>
                <w:sz w:val="20"/>
                <w:szCs w:val="20"/>
                <w:lang w:val="en-US"/>
              </w:rPr>
              <w:t xml:space="preserve">Report to: </w:t>
            </w:r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Rolf Oerter, Customer Support, Training </w:t>
            </w:r>
            <w:r w:rsidR="00E026CB" w:rsidRPr="009D2C37">
              <w:rPr>
                <w:sz w:val="20"/>
                <w:szCs w:val="20"/>
                <w:lang w:val="en-US"/>
              </w:rPr>
              <w:t xml:space="preserve"> Tel: </w:t>
            </w:r>
            <w:r w:rsidR="005967E0" w:rsidRPr="009D2C37">
              <w:rPr>
                <w:sz w:val="20"/>
                <w:szCs w:val="20"/>
                <w:lang w:val="en-US"/>
              </w:rPr>
              <w:t xml:space="preserve">+49 6131-5807-737, cell: +49 1761-5807-737  email: </w:t>
            </w:r>
            <w:hyperlink r:id="rId8" w:history="1">
              <w:r w:rsidR="005967E0" w:rsidRPr="009D2C37">
                <w:rPr>
                  <w:rStyle w:val="a3"/>
                  <w:sz w:val="20"/>
                  <w:szCs w:val="20"/>
                  <w:lang w:val="en-US"/>
                </w:rPr>
                <w:t>roerter@dgs-mainz.com</w:t>
              </w:r>
            </w:hyperlink>
            <w:r w:rsidR="005967E0" w:rsidRPr="009D2C37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9D2C37" w14:paraId="3745D90C" w14:textId="77777777" w:rsidTr="009D2C37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Customer, </w:t>
            </w: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Orderer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9D2C37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Enduser</w:t>
            </w:r>
            <w:proofErr w:type="spellEnd"/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t>Owner</w:t>
            </w:r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Location of repair:</w:t>
            </w:r>
          </w:p>
        </w:tc>
      </w:tr>
      <w:tr w:rsidR="00CF0C2E" w:rsidRPr="009D2C37" w14:paraId="41A10E6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Name: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Yutong, Allison Transmission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TOSHSHAHARTRANSXIZMAT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9D2C37" w14:paraId="356D156E" w14:textId="77777777" w:rsidTr="009D2C37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Street: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</w:tcBorders>
          </w:tcPr>
          <w:p w14:paraId="1992AE20" w14:textId="4DA82C19" w:rsidR="00CF0C2E" w:rsidRPr="009D2C37" w:rsidRDefault="00CD2989" w:rsidP="009D2C37">
            <w:pPr>
              <w:pStyle w:val="a9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1320,Marketing Center, No.66 </w:t>
            </w:r>
            <w:proofErr w:type="spell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Amir Temur Street, 6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bCs/>
                <w:sz w:val="20"/>
                <w:szCs w:val="20"/>
              </w:rPr>
              <w:t>Yangi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Hayot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district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,  </w:t>
            </w:r>
            <w:proofErr w:type="spellStart"/>
            <w:r w:rsidRPr="009D2C37">
              <w:rPr>
                <w:bCs/>
                <w:sz w:val="20"/>
                <w:szCs w:val="20"/>
              </w:rPr>
              <w:t>Novaya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Tashkentskaya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Koltsevaya</w:t>
            </w:r>
            <w:proofErr w:type="spellEnd"/>
            <w:r w:rsidRPr="009D2C37">
              <w:rPr>
                <w:bCs/>
                <w:sz w:val="20"/>
                <w:szCs w:val="20"/>
              </w:rPr>
              <w:t>, 120</w:t>
            </w:r>
          </w:p>
        </w:tc>
      </w:tr>
      <w:tr w:rsidR="00CF0C2E" w:rsidRPr="009D2C37" w14:paraId="75AE982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Town:</w:t>
            </w:r>
          </w:p>
        </w:tc>
        <w:tc>
          <w:tcPr>
            <w:tcW w:w="29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9D2C37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Economic Development Zone Zhengzhou, China</w:t>
            </w:r>
          </w:p>
        </w:tc>
        <w:tc>
          <w:tcPr>
            <w:tcW w:w="3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  <w:tc>
          <w:tcPr>
            <w:tcW w:w="3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</w:tr>
      <w:tr w:rsidR="00CF0C2E" w:rsidRPr="009D2C37" w14:paraId="617147C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ZIP Code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EA1E98C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color w:val="FF0000"/>
                <w:sz w:val="18"/>
                <w:szCs w:val="18"/>
                <w:lang w:val="en-GB"/>
              </w:rPr>
              <w:t>Province: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130E7E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Contact: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9D2C37" w:rsidRDefault="00CD2989" w:rsidP="006A12D3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 Wei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3E842C6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Tel.: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+998981772552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9D2C37" w:rsidRDefault="00417466" w:rsidP="00417466">
            <w:pPr>
              <w:jc w:val="both"/>
              <w:rPr>
                <w:sz w:val="20"/>
                <w:szCs w:val="20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 xml:space="preserve">+998 71 231 92 38 </w:t>
            </w:r>
          </w:p>
        </w:tc>
      </w:tr>
      <w:tr w:rsidR="00CF0C2E" w:rsidRPr="009D2C37" w14:paraId="1F5B20A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Fax: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600ABA3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9D2C37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9D2C37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9D2C37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yangweih</w:t>
            </w:r>
            <w:hyperlink r:id="rId9" w:tgtFrame="_blank" w:history="1">
              <w:r w:rsidRPr="009D2C37">
                <w:rPr>
                  <w:rFonts w:eastAsia="Lucida Sans Unicode"/>
                  <w:sz w:val="20"/>
                  <w:szCs w:val="20"/>
                  <w:lang w:val="en-US"/>
                </w:rPr>
                <w:t>@yutong.com</w:t>
              </w:r>
            </w:hyperlink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info@tashbus.uz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takhir@global-industrial.uz</w:t>
            </w:r>
          </w:p>
        </w:tc>
      </w:tr>
      <w:tr w:rsidR="00CF0C2E" w:rsidRPr="009D2C37" w14:paraId="40F3B33E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091A1B4B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 xml:space="preserve">Customer Purchase order 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1489BFA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 xml:space="preserve"> </w:t>
            </w:r>
            <w:r w:rsidR="00CA08F7" w:rsidRPr="009D2C37">
              <w:rPr>
                <w:sz w:val="20"/>
                <w:szCs w:val="20"/>
                <w:lang w:val="en-GB"/>
              </w:rPr>
              <w:t xml:space="preserve">Per </w:t>
            </w:r>
            <w:r w:rsidR="00383227" w:rsidRPr="009D2C37">
              <w:rPr>
                <w:sz w:val="20"/>
                <w:szCs w:val="20"/>
                <w:lang w:val="en-GB"/>
              </w:rPr>
              <w:t xml:space="preserve">email of </w:t>
            </w:r>
            <w:r w:rsidR="00666542">
              <w:rPr>
                <w:sz w:val="20"/>
                <w:szCs w:val="20"/>
                <w:lang w:val="ru-RU"/>
              </w:rPr>
              <w:t>14</w:t>
            </w:r>
            <w:r w:rsidR="00C95FAD" w:rsidRPr="009D2C37">
              <w:rPr>
                <w:sz w:val="20"/>
                <w:szCs w:val="20"/>
                <w:lang w:val="en-GB"/>
              </w:rPr>
              <w:t>.09</w:t>
            </w:r>
            <w:r w:rsidR="00CA08F7" w:rsidRPr="009D2C37">
              <w:rPr>
                <w:sz w:val="20"/>
                <w:szCs w:val="20"/>
                <w:lang w:val="en-GB"/>
              </w:rPr>
              <w:t>.2023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Customer PO Date: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119CF7B1" w:rsidR="00CF0C2E" w:rsidRPr="009D2C37" w:rsidRDefault="00666542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  <w:r w:rsidR="00C95FAD" w:rsidRPr="009D2C37">
              <w:rPr>
                <w:sz w:val="20"/>
                <w:szCs w:val="20"/>
                <w:lang w:val="en-US"/>
              </w:rPr>
              <w:t>.09.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9D2C37" w14:paraId="1FDF64B0" w14:textId="77777777" w:rsidTr="009D2C37">
        <w:tc>
          <w:tcPr>
            <w:tcW w:w="3775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Repairing Outlet (Allison Dealer)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9D2C37" w:rsidRDefault="009A23E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9D2C37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8DC025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6847525E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Transm. Model: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D2C37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</w:t>
            </w:r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9D2C37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786E233F" w:rsidR="00CF0C2E" w:rsidRPr="009D2C37" w:rsidRDefault="00666542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666542">
              <w:rPr>
                <w:sz w:val="20"/>
                <w:szCs w:val="20"/>
                <w:lang w:val="en-US"/>
              </w:rPr>
              <w:t>6511851473</w:t>
            </w:r>
          </w:p>
        </w:tc>
      </w:tr>
      <w:tr w:rsidR="008C5B3D" w:rsidRPr="009D2C37" w14:paraId="2463FF05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597834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Transmission: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5041A960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05ED7F8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022ECE6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07A6F0CB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Replacement </w:t>
            </w:r>
            <w:r w:rsidRPr="009D2C37">
              <w:rPr>
                <w:b/>
                <w:sz w:val="18"/>
                <w:szCs w:val="18"/>
                <w:lang w:val="en-GB"/>
              </w:rPr>
              <w:t xml:space="preserve"> 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310F021C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2F743F3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Non-Allison Part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 3: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1F63791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17AAB3F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8C5B3D" w:rsidRPr="009D2C37" w:rsidRDefault="008C5B3D" w:rsidP="008C5B3D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City Bus</w:t>
            </w:r>
            <w:r w:rsidRPr="009D2C37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it-IT"/>
              </w:rPr>
            </w:pPr>
            <w:r w:rsidRPr="009D2C37">
              <w:rPr>
                <w:b/>
                <w:bCs/>
                <w:sz w:val="18"/>
                <w:szCs w:val="18"/>
                <w:lang w:val="it-IT"/>
              </w:rPr>
              <w:t>Model: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8C5B3D" w:rsidRPr="009D2C37" w:rsidRDefault="008C5B3D" w:rsidP="008C5B3D">
            <w:pPr>
              <w:rPr>
                <w:sz w:val="20"/>
                <w:szCs w:val="20"/>
                <w:lang w:val="it-IT"/>
              </w:rPr>
            </w:pPr>
            <w:r w:rsidRPr="009D2C37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9D2C37" w14:paraId="4B200737" w14:textId="77777777" w:rsidTr="009D2C37">
        <w:trPr>
          <w:trHeight w:val="173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604F0B18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D2C37">
              <w:rPr>
                <w:b/>
                <w:bCs/>
                <w:sz w:val="18"/>
                <w:szCs w:val="18"/>
                <w:lang w:val="ru-RU"/>
              </w:rPr>
              <w:t>Co</w:t>
            </w:r>
            <w:proofErr w:type="spellEnd"/>
            <w:r w:rsidRPr="009D2C37">
              <w:rPr>
                <w:b/>
                <w:bCs/>
                <w:sz w:val="18"/>
                <w:szCs w:val="18"/>
                <w:lang w:val="en-US"/>
              </w:rPr>
              <w:t>de</w:t>
            </w:r>
            <w:r w:rsidR="00ED6860"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20BAC538" w:rsidR="00CF0C2E" w:rsidRPr="00666542" w:rsidRDefault="00666542" w:rsidP="00666542">
            <w:pPr>
              <w:pStyle w:val="TabellenInhalt"/>
              <w:snapToGrid w:val="0"/>
              <w:rPr>
                <w:sz w:val="20"/>
                <w:szCs w:val="20"/>
              </w:rPr>
            </w:pPr>
            <w:r w:rsidRPr="00666542">
              <w:rPr>
                <w:sz w:val="20"/>
                <w:szCs w:val="20"/>
              </w:rPr>
              <w:t>LZYTMGEF3P1003153</w:t>
            </w:r>
          </w:p>
        </w:tc>
        <w:tc>
          <w:tcPr>
            <w:tcW w:w="646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</w:p>
        </w:tc>
      </w:tr>
      <w:tr w:rsidR="00CF0C2E" w:rsidRPr="009D2C37" w14:paraId="1D0D3FC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vehicle ID #: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44A400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9D2C37">
              <w:rPr>
                <w:b/>
                <w:sz w:val="18"/>
                <w:szCs w:val="18"/>
                <w:lang w:val="en-GB"/>
              </w:rPr>
              <w:t>Registr.plate</w:t>
            </w:r>
            <w:proofErr w:type="spellEnd"/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6B229002" w:rsidR="00CF0C2E" w:rsidRPr="009D2C37" w:rsidRDefault="00044191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ru-RU"/>
              </w:rPr>
              <w:t>Inte</w:t>
            </w:r>
            <w:r w:rsidR="00314DC3" w:rsidRPr="009D2C37">
              <w:rPr>
                <w:sz w:val="20"/>
                <w:szCs w:val="20"/>
                <w:lang w:val="en-US"/>
              </w:rPr>
              <w:t>rnal</w:t>
            </w:r>
            <w:proofErr w:type="spellEnd"/>
            <w:r w:rsidR="00314DC3" w:rsidRPr="009D2C37">
              <w:rPr>
                <w:sz w:val="20"/>
                <w:szCs w:val="20"/>
                <w:lang w:val="en-US"/>
              </w:rPr>
              <w:t xml:space="preserve"> number 08530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Engine: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23EB3F87" w:rsidR="00CF0C2E" w:rsidRPr="009D2C37" w:rsidRDefault="00CB761F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MM5YAP00107</w:t>
            </w:r>
          </w:p>
        </w:tc>
      </w:tr>
      <w:tr w:rsidR="00CF0C2E" w:rsidRPr="009D2C37" w14:paraId="4022EE61" w14:textId="77777777" w:rsidTr="009D2C37">
        <w:trPr>
          <w:trHeight w:val="236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In Service Date: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65A2C1E6" w:rsidR="00CF0C2E" w:rsidRPr="009D2C37" w:rsidRDefault="00666542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</w:t>
            </w:r>
            <w:r w:rsidR="00D16A86" w:rsidRPr="009D2C37">
              <w:rPr>
                <w:b/>
                <w:sz w:val="20"/>
                <w:szCs w:val="20"/>
                <w:lang w:val="ru-RU"/>
              </w:rPr>
              <w:t>.</w:t>
            </w:r>
            <w:r w:rsidR="00D16A86" w:rsidRPr="009D2C37">
              <w:rPr>
                <w:b/>
                <w:sz w:val="20"/>
                <w:szCs w:val="20"/>
                <w:lang w:val="en-US"/>
              </w:rPr>
              <w:t>09</w:t>
            </w:r>
            <w:r w:rsidR="00CD2989" w:rsidRPr="009D2C37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D2C37">
              <w:rPr>
                <w:b/>
                <w:sz w:val="18"/>
                <w:szCs w:val="18"/>
                <w:lang w:val="en-GB"/>
              </w:rPr>
              <w:t>hours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.</w:t>
            </w:r>
            <w:r w:rsidRPr="009D2C37">
              <w:rPr>
                <w:b/>
                <w:bCs/>
                <w:sz w:val="18"/>
                <w:szCs w:val="18"/>
                <w:lang w:val="en-GB"/>
              </w:rPr>
              <w:t>km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519A4816" w:rsidR="00CF0C2E" w:rsidRPr="009D2C37" w:rsidRDefault="00666542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38964</w:t>
            </w:r>
          </w:p>
        </w:tc>
      </w:tr>
      <w:tr w:rsidR="00CF0C2E" w:rsidRPr="009D2C37" w14:paraId="5A03C786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105669F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Pre Delivery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62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9D2C37" w:rsidRDefault="00CD2989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X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Claim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9D2C37">
              <w:rPr>
                <w:b/>
                <w:sz w:val="18"/>
                <w:szCs w:val="18"/>
                <w:lang w:val="en-GB"/>
              </w:rPr>
              <w:t>Type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1E0EAF20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243B876A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US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Field Action # or Activity Indicator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142DD5D9" w14:textId="77777777" w:rsidTr="008C5B3D">
        <w:tc>
          <w:tcPr>
            <w:tcW w:w="6957" w:type="dxa"/>
            <w:gridSpan w:val="15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087F9BC0" w:rsidR="00CF0C2E" w:rsidRPr="009D2C37" w:rsidRDefault="008C5B3D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r w:rsidR="009D2C37" w:rsidRPr="009D2C37">
              <w:rPr>
                <w:b/>
                <w:bCs/>
                <w:sz w:val="18"/>
                <w:szCs w:val="18"/>
                <w:lang w:val="en-GB"/>
              </w:rPr>
              <w:t>Transmission</w:t>
            </w:r>
            <w:r w:rsidR="009D2C37" w:rsidRPr="009D2C3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553ABA" w14:textId="7793CB5E" w:rsidR="009D2C37" w:rsidRPr="007368B4" w:rsidRDefault="007368B4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7368B4">
              <w:rPr>
                <w:b/>
                <w:bCs/>
                <w:sz w:val="20"/>
                <w:szCs w:val="20"/>
                <w:lang w:val="en-US"/>
              </w:rPr>
              <w:t>W</w:t>
            </w:r>
            <w:proofErr w:type="spellStart"/>
            <w:r w:rsidR="009D2C37" w:rsidRPr="007368B4">
              <w:rPr>
                <w:b/>
                <w:bCs/>
                <w:sz w:val="20"/>
                <w:szCs w:val="20"/>
              </w:rPr>
              <w:t>ork</w:t>
            </w:r>
            <w:proofErr w:type="spellEnd"/>
            <w:r w:rsidR="009D2C37" w:rsidRPr="007368B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9D2C37" w:rsidRPr="007368B4">
              <w:rPr>
                <w:b/>
                <w:bCs/>
                <w:sz w:val="20"/>
                <w:szCs w:val="20"/>
              </w:rPr>
              <w:t>performed</w:t>
            </w:r>
            <w:proofErr w:type="spellEnd"/>
            <w:r w:rsidRPr="007368B4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14:paraId="357E5D00" w14:textId="77777777" w:rsidR="007368B4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368B4">
              <w:rPr>
                <w:sz w:val="20"/>
                <w:szCs w:val="20"/>
                <w:lang w:val="en-US"/>
              </w:rPr>
              <w:t xml:space="preserve">Computer diagnostics </w:t>
            </w:r>
          </w:p>
          <w:p w14:paraId="493F15A2" w14:textId="20AE898C" w:rsidR="00314DC3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666542">
              <w:rPr>
                <w:sz w:val="20"/>
                <w:szCs w:val="20"/>
                <w:lang w:val="en-US"/>
              </w:rPr>
              <w:t>Adaptations</w:t>
            </w:r>
          </w:p>
        </w:tc>
      </w:tr>
      <w:tr w:rsidR="008C5B3D" w:rsidRPr="009D2C37" w14:paraId="316F643E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6A422AD7" w:rsidR="008C5B3D" w:rsidRPr="00666542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Time:</w:t>
            </w:r>
            <w:r w:rsidR="00666542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666542">
              <w:rPr>
                <w:b/>
                <w:bCs/>
                <w:sz w:val="20"/>
                <w:szCs w:val="20"/>
                <w:lang w:val="ru-RU"/>
              </w:rPr>
              <w:lastRenderedPageBreak/>
              <w:t>16:00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1A7540F1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Travel km if company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car used: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2D1568D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</w:p>
          <w:p w14:paraId="29643A3B" w14:textId="35F32CFD" w:rsidR="008C5B3D" w:rsidRPr="00666542" w:rsidRDefault="00666542" w:rsidP="008C5B3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38964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lastRenderedPageBreak/>
              <w:t>PFPN: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4E3EE715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51024C82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Labor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 Last Applied date: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23DCF1D8" w:rsidR="008C5B3D" w:rsidRPr="009D2C37" w:rsidRDefault="00666542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14.</w:t>
            </w:r>
            <w:r w:rsidR="008C5B3D" w:rsidRPr="009D2C37">
              <w:rPr>
                <w:b/>
                <w:bCs/>
                <w:sz w:val="20"/>
                <w:szCs w:val="20"/>
                <w:lang w:val="en-US"/>
              </w:rPr>
              <w:t>09</w:t>
            </w:r>
            <w:r>
              <w:rPr>
                <w:b/>
                <w:bCs/>
                <w:sz w:val="20"/>
                <w:szCs w:val="20"/>
                <w:lang w:val="ru-RU"/>
              </w:rPr>
              <w:t>.</w:t>
            </w:r>
            <w:r w:rsidR="008C5B3D" w:rsidRPr="009D2C37">
              <w:rPr>
                <w:b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1AEC9CB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Technician’s Name:</w:t>
            </w:r>
          </w:p>
        </w:tc>
        <w:tc>
          <w:tcPr>
            <w:tcW w:w="3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2354179C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Mirzakhojaev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Faizkhuja</w:t>
            </w:r>
            <w:proofErr w:type="spellEnd"/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B251A7C" w14:textId="77777777" w:rsidTr="004F4F0A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359EE063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122A7EDB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Failure 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E08F8B7" w14:textId="77777777" w:rsidTr="00725C23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605C6E14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70DB92CC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</w:tbl>
    <w:p w14:paraId="093A4393" w14:textId="77777777" w:rsidR="0065737B" w:rsidRPr="009D2C37" w:rsidRDefault="0065737B" w:rsidP="00912D3B">
      <w:pPr>
        <w:rPr>
          <w:b/>
          <w:bCs/>
          <w:sz w:val="20"/>
          <w:szCs w:val="20"/>
          <w:lang w:val="en-US"/>
        </w:rPr>
      </w:pPr>
    </w:p>
    <w:p w14:paraId="1A2B4AD1" w14:textId="3825F446" w:rsidR="00507AC2" w:rsidRPr="007368B4" w:rsidRDefault="008C5B3D" w:rsidP="007368B4">
      <w:pPr>
        <w:rPr>
          <w:b/>
          <w:bCs/>
          <w:sz w:val="20"/>
          <w:szCs w:val="20"/>
          <w:lang w:val="en-US"/>
        </w:rPr>
      </w:pPr>
      <w:bookmarkStart w:id="1" w:name="_Hlk152669097"/>
      <w:r w:rsidRPr="009D2C37">
        <w:rPr>
          <w:b/>
          <w:bCs/>
          <w:sz w:val="20"/>
          <w:szCs w:val="20"/>
          <w:lang w:val="en-US"/>
        </w:rPr>
        <w:t>Complaint</w:t>
      </w:r>
      <w:r w:rsidR="00ED6860" w:rsidRPr="007368B4">
        <w:rPr>
          <w:b/>
          <w:bCs/>
          <w:sz w:val="20"/>
          <w:szCs w:val="20"/>
          <w:lang w:val="en-US"/>
        </w:rPr>
        <w:t>:</w:t>
      </w:r>
      <w:r w:rsidR="00001C8E" w:rsidRPr="007368B4">
        <w:rPr>
          <w:b/>
          <w:bCs/>
          <w:sz w:val="20"/>
          <w:szCs w:val="20"/>
          <w:lang w:val="en-US"/>
        </w:rPr>
        <w:t xml:space="preserve"> </w:t>
      </w:r>
      <w:bookmarkEnd w:id="1"/>
      <w:r w:rsidR="007368B4">
        <w:rPr>
          <w:b/>
          <w:bCs/>
          <w:sz w:val="20"/>
          <w:szCs w:val="20"/>
          <w:lang w:val="en-US"/>
        </w:rPr>
        <w:t>T</w:t>
      </w:r>
      <w:r w:rsidR="007368B4" w:rsidRPr="007368B4">
        <w:rPr>
          <w:b/>
          <w:bCs/>
          <w:sz w:val="20"/>
          <w:szCs w:val="20"/>
          <w:lang w:val="en-US"/>
        </w:rPr>
        <w:t>he cheque lights up, the bus stalls while driving.</w:t>
      </w:r>
    </w:p>
    <w:p w14:paraId="3CCA3152" w14:textId="12D0D5B5" w:rsidR="00B53A39" w:rsidRPr="007368B4" w:rsidRDefault="007368B4" w:rsidP="00B876A2">
      <w:p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bookmarkStart w:id="2" w:name="_Hlk152669103"/>
      <w:r w:rsidRPr="009D2C37">
        <w:rPr>
          <w:b/>
          <w:sz w:val="20"/>
          <w:szCs w:val="20"/>
          <w:lang w:val="fr-FR"/>
        </w:rPr>
        <w:t>Cause :</w:t>
      </w:r>
      <w:r w:rsidR="008704D7" w:rsidRPr="009D2C37">
        <w:rPr>
          <w:b/>
          <w:sz w:val="20"/>
          <w:szCs w:val="20"/>
          <w:lang w:val="fr-FR"/>
        </w:rPr>
        <w:t xml:space="preserve"> </w:t>
      </w:r>
      <w:bookmarkEnd w:id="2"/>
      <w:r w:rsidRPr="007368B4">
        <w:rPr>
          <w:b/>
          <w:bCs/>
          <w:sz w:val="20"/>
          <w:szCs w:val="20"/>
          <w:lang w:val="fr-FR"/>
        </w:rPr>
        <w:t>Incorrect driving during operation</w:t>
      </w:r>
      <w:r>
        <w:rPr>
          <w:b/>
          <w:bCs/>
          <w:sz w:val="20"/>
          <w:szCs w:val="20"/>
          <w:lang w:val="fr-FR"/>
        </w:rPr>
        <w:t>.</w:t>
      </w:r>
    </w:p>
    <w:p w14:paraId="3CF91296" w14:textId="417EC70C" w:rsidR="00DB257A" w:rsidRPr="007368B4" w:rsidRDefault="008C5B3D" w:rsidP="00B876A2">
      <w:pPr>
        <w:autoSpaceDE w:val="0"/>
        <w:autoSpaceDN w:val="0"/>
        <w:adjustRightInd w:val="0"/>
        <w:rPr>
          <w:b/>
          <w:sz w:val="20"/>
          <w:szCs w:val="20"/>
          <w:lang w:val="en-US"/>
        </w:rPr>
      </w:pPr>
      <w:bookmarkStart w:id="3" w:name="_Hlk152669111"/>
      <w:r w:rsidRPr="009D2C37">
        <w:rPr>
          <w:b/>
          <w:sz w:val="20"/>
          <w:szCs w:val="20"/>
          <w:lang w:val="en-US"/>
        </w:rPr>
        <w:t>Correction</w:t>
      </w:r>
      <w:r w:rsidR="00ED6860" w:rsidRPr="007368B4">
        <w:rPr>
          <w:b/>
          <w:sz w:val="20"/>
          <w:szCs w:val="20"/>
          <w:lang w:val="en-US"/>
        </w:rPr>
        <w:t>:</w:t>
      </w:r>
      <w:r w:rsidRPr="007368B4">
        <w:rPr>
          <w:b/>
          <w:sz w:val="20"/>
          <w:szCs w:val="20"/>
          <w:lang w:val="en-US"/>
        </w:rPr>
        <w:t xml:space="preserve"> </w:t>
      </w:r>
      <w:bookmarkEnd w:id="3"/>
      <w:r w:rsidR="007368B4" w:rsidRPr="007368B4">
        <w:rPr>
          <w:b/>
          <w:sz w:val="20"/>
          <w:szCs w:val="20"/>
          <w:lang w:val="en-US"/>
        </w:rPr>
        <w:t>Computer diagnostics,</w:t>
      </w:r>
      <w:r w:rsidR="007368B4" w:rsidRPr="007368B4">
        <w:t xml:space="preserve"> </w:t>
      </w:r>
      <w:r w:rsidR="007368B4" w:rsidRPr="007368B4">
        <w:rPr>
          <w:b/>
          <w:sz w:val="20"/>
          <w:szCs w:val="20"/>
          <w:lang w:val="en-US"/>
        </w:rPr>
        <w:t>Factory reset</w:t>
      </w:r>
      <w:r w:rsidR="007368B4">
        <w:rPr>
          <w:b/>
          <w:sz w:val="20"/>
          <w:szCs w:val="20"/>
          <w:lang w:val="en-US"/>
        </w:rPr>
        <w:t>.</w:t>
      </w:r>
      <w:r w:rsidR="00666542" w:rsidRPr="00666542">
        <w:t xml:space="preserve"> </w:t>
      </w:r>
      <w:r w:rsidR="00666542" w:rsidRPr="00666542">
        <w:rPr>
          <w:b/>
          <w:sz w:val="20"/>
          <w:szCs w:val="20"/>
          <w:lang w:val="en-US"/>
        </w:rPr>
        <w:t>Measurements of air pressure at the hydraulic accumulator</w:t>
      </w:r>
    </w:p>
    <w:p w14:paraId="3A4AD02C" w14:textId="0CA19AF1" w:rsidR="00912D3B" w:rsidRPr="009D2C37" w:rsidRDefault="008C5B3D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  <w:bookmarkStart w:id="4" w:name="_Hlk152669120"/>
      <w:r w:rsidRPr="009D2C37">
        <w:rPr>
          <w:b/>
          <w:bCs/>
          <w:sz w:val="20"/>
          <w:szCs w:val="20"/>
          <w:lang w:val="en-US"/>
        </w:rPr>
        <w:t>Comment</w:t>
      </w:r>
      <w:r w:rsidR="00ED6860" w:rsidRPr="009D2C37">
        <w:rPr>
          <w:b/>
          <w:bCs/>
          <w:sz w:val="20"/>
          <w:szCs w:val="20"/>
          <w:lang w:val="ru-RU"/>
        </w:rPr>
        <w:t>:</w:t>
      </w:r>
      <w:r w:rsidR="008704D7" w:rsidRPr="009D2C37">
        <w:rPr>
          <w:bCs/>
          <w:sz w:val="20"/>
          <w:szCs w:val="20"/>
          <w:lang w:val="ru-RU"/>
        </w:rPr>
        <w:t xml:space="preserve"> </w:t>
      </w:r>
    </w:p>
    <w:bookmarkEnd w:id="4"/>
    <w:p w14:paraId="1ED9D999" w14:textId="77777777" w:rsidR="008704D7" w:rsidRPr="009D2C37" w:rsidRDefault="008704D7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</w:p>
    <w:p w14:paraId="0130B148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p w14:paraId="440DC4F0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1134"/>
        <w:gridCol w:w="1105"/>
        <w:gridCol w:w="1418"/>
      </w:tblGrid>
      <w:tr w:rsidR="00715B9A" w:rsidRPr="009D2C37" w14:paraId="554B971D" w14:textId="3B083691" w:rsidTr="007368B4">
        <w:trPr>
          <w:trHeight w:val="497"/>
        </w:trPr>
        <w:tc>
          <w:tcPr>
            <w:tcW w:w="1418" w:type="dxa"/>
            <w:shd w:val="clear" w:color="auto" w:fill="auto"/>
          </w:tcPr>
          <w:p w14:paraId="5F49045A" w14:textId="05E471B2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132" w:type="dxa"/>
            <w:shd w:val="clear" w:color="auto" w:fill="auto"/>
          </w:tcPr>
          <w:p w14:paraId="0F38DBD9" w14:textId="6946FA48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134" w:type="dxa"/>
            <w:shd w:val="clear" w:color="auto" w:fill="auto"/>
          </w:tcPr>
          <w:p w14:paraId="1356BD92" w14:textId="0B2D7EF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1105" w:type="dxa"/>
            <w:shd w:val="clear" w:color="auto" w:fill="auto"/>
          </w:tcPr>
          <w:p w14:paraId="01B34430" w14:textId="3E50D1CD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needed</w:t>
            </w:r>
          </w:p>
        </w:tc>
        <w:tc>
          <w:tcPr>
            <w:tcW w:w="1418" w:type="dxa"/>
          </w:tcPr>
          <w:p w14:paraId="45222FF8" w14:textId="5C10087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b/>
                <w:sz w:val="20"/>
                <w:szCs w:val="20"/>
                <w:lang w:val="ru-RU"/>
              </w:rPr>
              <w:t>Co</w:t>
            </w:r>
            <w:r w:rsidRPr="009D2C37">
              <w:rPr>
                <w:b/>
                <w:sz w:val="20"/>
                <w:szCs w:val="20"/>
                <w:lang w:val="en-US"/>
              </w:rPr>
              <w:t>st</w:t>
            </w:r>
            <w:proofErr w:type="spellEnd"/>
            <w:r w:rsidR="007368B4">
              <w:rPr>
                <w:b/>
                <w:sz w:val="20"/>
                <w:szCs w:val="20"/>
                <w:lang w:val="en-US"/>
              </w:rPr>
              <w:t xml:space="preserve"> (EUR)</w:t>
            </w:r>
          </w:p>
        </w:tc>
      </w:tr>
      <w:tr w:rsidR="00715B9A" w:rsidRPr="009D2C37" w14:paraId="5CA12600" w14:textId="4B970806" w:rsidTr="007368B4">
        <w:tc>
          <w:tcPr>
            <w:tcW w:w="1418" w:type="dxa"/>
            <w:shd w:val="clear" w:color="auto" w:fill="auto"/>
          </w:tcPr>
          <w:p w14:paraId="4FF11DC9" w14:textId="26FF173C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94009</w:t>
            </w:r>
          </w:p>
        </w:tc>
        <w:tc>
          <w:tcPr>
            <w:tcW w:w="5132" w:type="dxa"/>
            <w:shd w:val="clear" w:color="auto" w:fill="auto"/>
          </w:tcPr>
          <w:p w14:paraId="7010883A" w14:textId="5A59F9F9" w:rsidR="00715B9A" w:rsidRPr="007368B4" w:rsidRDefault="007368B4" w:rsidP="00965D03">
            <w:pPr>
              <w:rPr>
                <w:sz w:val="20"/>
                <w:szCs w:val="20"/>
                <w:lang w:val="ru-RU"/>
              </w:rPr>
            </w:pPr>
            <w:r w:rsidRPr="007368B4">
              <w:rPr>
                <w:sz w:val="20"/>
                <w:szCs w:val="20"/>
                <w:lang w:val="en-US"/>
              </w:rPr>
              <w:t>Adaptations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546FB9A" w14:textId="232B0FDF" w:rsidR="00715B9A" w:rsidRPr="009D2C37" w:rsidRDefault="00715B9A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4F2F176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7C1B9A3B" w14:textId="4F1F5E45" w:rsidR="00715B9A" w:rsidRPr="009D2C37" w:rsidRDefault="007368B4" w:rsidP="009D0D0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€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43</w:t>
            </w:r>
          </w:p>
        </w:tc>
      </w:tr>
      <w:tr w:rsidR="00715B9A" w:rsidRPr="009D2C37" w14:paraId="31671CC1" w14:textId="49F8B149" w:rsidTr="007368B4">
        <w:tc>
          <w:tcPr>
            <w:tcW w:w="1418" w:type="dxa"/>
            <w:shd w:val="clear" w:color="auto" w:fill="auto"/>
          </w:tcPr>
          <w:p w14:paraId="2D3BC390" w14:textId="742539BF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96901</w:t>
            </w:r>
          </w:p>
        </w:tc>
        <w:tc>
          <w:tcPr>
            <w:tcW w:w="5132" w:type="dxa"/>
            <w:shd w:val="clear" w:color="auto" w:fill="auto"/>
          </w:tcPr>
          <w:p w14:paraId="68CA44ED" w14:textId="7EB0D6DD" w:rsidR="00715B9A" w:rsidRPr="007368B4" w:rsidRDefault="007368B4" w:rsidP="00965D03">
            <w:pPr>
              <w:rPr>
                <w:bCs/>
                <w:sz w:val="20"/>
                <w:szCs w:val="20"/>
                <w:lang w:val="en-US"/>
              </w:rPr>
            </w:pPr>
            <w:r w:rsidRPr="007368B4">
              <w:rPr>
                <w:bCs/>
                <w:sz w:val="20"/>
                <w:szCs w:val="20"/>
                <w:lang w:val="en-US"/>
              </w:rPr>
              <w:t>Computer diagnostics</w:t>
            </w:r>
          </w:p>
        </w:tc>
        <w:tc>
          <w:tcPr>
            <w:tcW w:w="1134" w:type="dxa"/>
            <w:shd w:val="clear" w:color="auto" w:fill="auto"/>
          </w:tcPr>
          <w:p w14:paraId="32C31B3B" w14:textId="5142227F" w:rsidR="00715B9A" w:rsidRPr="009D2C37" w:rsidRDefault="00715B9A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0.5</w:t>
            </w:r>
          </w:p>
        </w:tc>
        <w:tc>
          <w:tcPr>
            <w:tcW w:w="1105" w:type="dxa"/>
            <w:shd w:val="clear" w:color="auto" w:fill="auto"/>
          </w:tcPr>
          <w:p w14:paraId="01F865D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4B60E11" w14:textId="7FBB4A53" w:rsidR="00715B9A" w:rsidRPr="007368B4" w:rsidRDefault="007368B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€ 21,5</w:t>
            </w:r>
          </w:p>
        </w:tc>
      </w:tr>
      <w:tr w:rsidR="00715B9A" w:rsidRPr="009D2C37" w14:paraId="6E9886AD" w14:textId="37468622" w:rsidTr="007368B4">
        <w:tc>
          <w:tcPr>
            <w:tcW w:w="1418" w:type="dxa"/>
            <w:shd w:val="clear" w:color="auto" w:fill="auto"/>
          </w:tcPr>
          <w:p w14:paraId="5BC6EE6F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79B5EC64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33AB0E3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0DA0D859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279485AB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715B9A" w:rsidRPr="009D2C37" w14:paraId="5D1BDCA7" w14:textId="07D8B742" w:rsidTr="007368B4">
        <w:tc>
          <w:tcPr>
            <w:tcW w:w="1418" w:type="dxa"/>
            <w:shd w:val="clear" w:color="auto" w:fill="auto"/>
          </w:tcPr>
          <w:p w14:paraId="6C738B76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27BA2E5F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C91B9C5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6D908A70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1FFB130E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7E4C732C" w14:textId="77777777" w:rsidR="004A02EC" w:rsidRPr="009D2C37" w:rsidRDefault="004A02EC" w:rsidP="004A02EC">
      <w:pPr>
        <w:rPr>
          <w:sz w:val="20"/>
          <w:szCs w:val="20"/>
          <w:lang w:val="en-US"/>
        </w:rPr>
      </w:pPr>
    </w:p>
    <w:tbl>
      <w:tblPr>
        <w:tblW w:w="90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6332"/>
        <w:gridCol w:w="1275"/>
      </w:tblGrid>
      <w:tr w:rsidR="008C5B3D" w:rsidRPr="009D2C37" w14:paraId="1E045277" w14:textId="77777777" w:rsidTr="00E70B40">
        <w:tc>
          <w:tcPr>
            <w:tcW w:w="1418" w:type="dxa"/>
          </w:tcPr>
          <w:p w14:paraId="55EB657B" w14:textId="44AD8D60" w:rsidR="008C5B3D" w:rsidRPr="009D2C37" w:rsidRDefault="008C5B3D" w:rsidP="00E70B40">
            <w:pPr>
              <w:pStyle w:val="a8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6332" w:type="dxa"/>
            <w:vAlign w:val="center"/>
          </w:tcPr>
          <w:p w14:paraId="42A0FB52" w14:textId="5115739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 xml:space="preserve">Part </w:t>
            </w:r>
            <w:proofErr w:type="spellStart"/>
            <w:r w:rsidRPr="009D2C37">
              <w:rPr>
                <w:b/>
                <w:sz w:val="20"/>
                <w:szCs w:val="20"/>
                <w:lang w:val="en-US"/>
              </w:rPr>
              <w:t>Desc</w:t>
            </w:r>
            <w:r w:rsidRPr="009D2C37">
              <w:rPr>
                <w:b/>
                <w:sz w:val="20"/>
                <w:szCs w:val="20"/>
              </w:rPr>
              <w:t>ription</w:t>
            </w:r>
            <w:proofErr w:type="spellEnd"/>
          </w:p>
        </w:tc>
        <w:tc>
          <w:tcPr>
            <w:tcW w:w="1275" w:type="dxa"/>
            <w:vAlign w:val="center"/>
          </w:tcPr>
          <w:p w14:paraId="34D65840" w14:textId="286C5323" w:rsidR="008C5B3D" w:rsidRPr="009D2C37" w:rsidRDefault="008C5B3D" w:rsidP="00E70B40">
            <w:pPr>
              <w:tabs>
                <w:tab w:val="left" w:pos="73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B262D" w:rsidRPr="009D2C37" w14:paraId="6CD84A30" w14:textId="77777777" w:rsidTr="00E70B40">
        <w:tc>
          <w:tcPr>
            <w:tcW w:w="1418" w:type="dxa"/>
          </w:tcPr>
          <w:p w14:paraId="26DC5016" w14:textId="2FEB3EE1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6CF91FF3" w14:textId="7D9A9FA4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C4BA3D1" w14:textId="0117801E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5B2AF78" w14:textId="77777777" w:rsidTr="00E70B40">
        <w:tc>
          <w:tcPr>
            <w:tcW w:w="1418" w:type="dxa"/>
          </w:tcPr>
          <w:p w14:paraId="40A2F54B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A920C7" w14:textId="73E210DD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615B46A9" w14:textId="6ED81D1F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46BD5476" w14:textId="77777777" w:rsidTr="00E70B40">
        <w:tc>
          <w:tcPr>
            <w:tcW w:w="1418" w:type="dxa"/>
          </w:tcPr>
          <w:p w14:paraId="33023B8D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7B36976" w14:textId="77777777" w:rsidR="000B262D" w:rsidRPr="009D2C37" w:rsidRDefault="000B262D" w:rsidP="009D0D06">
            <w:pPr>
              <w:pStyle w:val="a8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38E1BA85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31711150" w14:textId="77777777" w:rsidTr="00E70B40">
        <w:tc>
          <w:tcPr>
            <w:tcW w:w="1418" w:type="dxa"/>
          </w:tcPr>
          <w:p w14:paraId="685E0C08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B006E96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5A9F6EF8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11D657E" w14:textId="77777777" w:rsidTr="00E70B40">
        <w:tc>
          <w:tcPr>
            <w:tcW w:w="1418" w:type="dxa"/>
          </w:tcPr>
          <w:p w14:paraId="3D00106D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82E85C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718E532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601996D2" w14:textId="77777777" w:rsidTr="00E70B40">
        <w:tc>
          <w:tcPr>
            <w:tcW w:w="1418" w:type="dxa"/>
          </w:tcPr>
          <w:p w14:paraId="5FCB3A55" w14:textId="77777777" w:rsidR="000B262D" w:rsidRPr="009D2C37" w:rsidRDefault="000B262D" w:rsidP="009D0D06">
            <w:pPr>
              <w:pStyle w:val="indent1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1289CB7D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4B503BF9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Pr="009D2C37" w:rsidRDefault="004E7849" w:rsidP="004A02EC">
      <w:pPr>
        <w:rPr>
          <w:sz w:val="20"/>
          <w:szCs w:val="20"/>
          <w:lang w:val="en-US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4725"/>
        <w:gridCol w:w="1265"/>
        <w:gridCol w:w="983"/>
        <w:gridCol w:w="849"/>
      </w:tblGrid>
      <w:tr w:rsidR="008C5B3D" w:rsidRPr="009D2C37" w14:paraId="4755CA0C" w14:textId="77777777" w:rsidTr="00E70B40">
        <w:tc>
          <w:tcPr>
            <w:tcW w:w="1414" w:type="dxa"/>
            <w:shd w:val="clear" w:color="auto" w:fill="auto"/>
          </w:tcPr>
          <w:p w14:paraId="54BB5F27" w14:textId="0E6F943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type</w:t>
            </w:r>
          </w:p>
        </w:tc>
        <w:tc>
          <w:tcPr>
            <w:tcW w:w="4725" w:type="dxa"/>
            <w:shd w:val="clear" w:color="auto" w:fill="auto"/>
          </w:tcPr>
          <w:p w14:paraId="333E4365" w14:textId="5B5A809B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Description</w:t>
            </w:r>
          </w:p>
        </w:tc>
        <w:tc>
          <w:tcPr>
            <w:tcW w:w="1265" w:type="dxa"/>
            <w:shd w:val="clear" w:color="auto" w:fill="auto"/>
          </w:tcPr>
          <w:p w14:paraId="76AC4691" w14:textId="5DF3591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Gross</w:t>
            </w:r>
            <w:proofErr w:type="spellEnd"/>
            <w:r w:rsidRPr="009D2C37">
              <w:rPr>
                <w:b/>
                <w:sz w:val="20"/>
                <w:szCs w:val="20"/>
              </w:rPr>
              <w:t xml:space="preserve"> (incl. VAT)</w:t>
            </w:r>
          </w:p>
        </w:tc>
        <w:tc>
          <w:tcPr>
            <w:tcW w:w="983" w:type="dxa"/>
            <w:shd w:val="clear" w:color="auto" w:fill="auto"/>
          </w:tcPr>
          <w:p w14:paraId="4A1C1074" w14:textId="4EF4EB5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849" w:type="dxa"/>
            <w:shd w:val="clear" w:color="auto" w:fill="auto"/>
          </w:tcPr>
          <w:p w14:paraId="31AFFBA5" w14:textId="2C9006CD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</w:t>
            </w:r>
          </w:p>
        </w:tc>
      </w:tr>
      <w:tr w:rsidR="00A4750F" w:rsidRPr="009D2C37" w14:paraId="063A5CC3" w14:textId="77777777" w:rsidTr="00E70B40">
        <w:tc>
          <w:tcPr>
            <w:tcW w:w="1414" w:type="dxa"/>
            <w:shd w:val="clear" w:color="auto" w:fill="auto"/>
          </w:tcPr>
          <w:p w14:paraId="413517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2CDE434D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65C8AD2C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5EA866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7D7B821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15863388" w14:textId="77777777" w:rsidTr="00E70B40">
        <w:tc>
          <w:tcPr>
            <w:tcW w:w="1414" w:type="dxa"/>
            <w:shd w:val="clear" w:color="auto" w:fill="auto"/>
          </w:tcPr>
          <w:p w14:paraId="08056582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5213D656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E127E3A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68160D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2C6E10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3EEF71F9" w14:textId="77777777" w:rsidTr="00E70B40">
        <w:tc>
          <w:tcPr>
            <w:tcW w:w="1414" w:type="dxa"/>
            <w:shd w:val="clear" w:color="auto" w:fill="auto"/>
          </w:tcPr>
          <w:p w14:paraId="58739357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4E84D84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3EF2A3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7D821FE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040E982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5F497153" w14:textId="77777777" w:rsidTr="00E70B40">
        <w:tc>
          <w:tcPr>
            <w:tcW w:w="1414" w:type="dxa"/>
            <w:shd w:val="clear" w:color="auto" w:fill="auto"/>
          </w:tcPr>
          <w:p w14:paraId="02F42F9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CD21D9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3C678C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015824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5433B8E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</w:tbl>
    <w:p w14:paraId="1F8D6ADA" w14:textId="77777777" w:rsidR="00FB5498" w:rsidRPr="00E70B40" w:rsidRDefault="00FB5498">
      <w:pPr>
        <w:rPr>
          <w:sz w:val="20"/>
          <w:szCs w:val="20"/>
        </w:rPr>
      </w:pPr>
    </w:p>
    <w:sectPr w:rsidR="00FB5498" w:rsidRPr="00E70B40" w:rsidSect="009D2C37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44191"/>
    <w:rsid w:val="00053988"/>
    <w:rsid w:val="00070A1F"/>
    <w:rsid w:val="000806A3"/>
    <w:rsid w:val="000833AB"/>
    <w:rsid w:val="00092609"/>
    <w:rsid w:val="000B262D"/>
    <w:rsid w:val="000F0775"/>
    <w:rsid w:val="001000BA"/>
    <w:rsid w:val="00146F5A"/>
    <w:rsid w:val="00163C95"/>
    <w:rsid w:val="00175208"/>
    <w:rsid w:val="001B1621"/>
    <w:rsid w:val="00211886"/>
    <w:rsid w:val="002432A5"/>
    <w:rsid w:val="00270979"/>
    <w:rsid w:val="00271D47"/>
    <w:rsid w:val="00307D13"/>
    <w:rsid w:val="00314DC3"/>
    <w:rsid w:val="00315056"/>
    <w:rsid w:val="00366BC9"/>
    <w:rsid w:val="003713CE"/>
    <w:rsid w:val="00383227"/>
    <w:rsid w:val="00391E69"/>
    <w:rsid w:val="00394FBA"/>
    <w:rsid w:val="003B2495"/>
    <w:rsid w:val="003D79A0"/>
    <w:rsid w:val="003E287E"/>
    <w:rsid w:val="003E73BB"/>
    <w:rsid w:val="00412E81"/>
    <w:rsid w:val="00417466"/>
    <w:rsid w:val="00463133"/>
    <w:rsid w:val="004A02EC"/>
    <w:rsid w:val="004B709E"/>
    <w:rsid w:val="004C0695"/>
    <w:rsid w:val="004C1934"/>
    <w:rsid w:val="004E7124"/>
    <w:rsid w:val="004E7849"/>
    <w:rsid w:val="00507AC2"/>
    <w:rsid w:val="00515D95"/>
    <w:rsid w:val="005967E0"/>
    <w:rsid w:val="005A1FC2"/>
    <w:rsid w:val="005D0F3B"/>
    <w:rsid w:val="005D51B9"/>
    <w:rsid w:val="005D7075"/>
    <w:rsid w:val="0065737B"/>
    <w:rsid w:val="00666542"/>
    <w:rsid w:val="00667A8E"/>
    <w:rsid w:val="0067162E"/>
    <w:rsid w:val="006858CB"/>
    <w:rsid w:val="006A12D3"/>
    <w:rsid w:val="006E07F0"/>
    <w:rsid w:val="00710AD7"/>
    <w:rsid w:val="00715B9A"/>
    <w:rsid w:val="007368B4"/>
    <w:rsid w:val="00744D6A"/>
    <w:rsid w:val="007969C8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3F3C"/>
    <w:rsid w:val="008C5B3D"/>
    <w:rsid w:val="008C664A"/>
    <w:rsid w:val="00912D3B"/>
    <w:rsid w:val="009343DA"/>
    <w:rsid w:val="009A23EE"/>
    <w:rsid w:val="009D0D06"/>
    <w:rsid w:val="009D2C37"/>
    <w:rsid w:val="009E40E6"/>
    <w:rsid w:val="00A17456"/>
    <w:rsid w:val="00A367E0"/>
    <w:rsid w:val="00A41C2D"/>
    <w:rsid w:val="00A4750F"/>
    <w:rsid w:val="00A656F9"/>
    <w:rsid w:val="00A83BA2"/>
    <w:rsid w:val="00AB4CC6"/>
    <w:rsid w:val="00AD0041"/>
    <w:rsid w:val="00B07C8B"/>
    <w:rsid w:val="00B53A39"/>
    <w:rsid w:val="00B72E22"/>
    <w:rsid w:val="00B808E9"/>
    <w:rsid w:val="00B876A2"/>
    <w:rsid w:val="00B926F6"/>
    <w:rsid w:val="00BB1F03"/>
    <w:rsid w:val="00BF1629"/>
    <w:rsid w:val="00C24A32"/>
    <w:rsid w:val="00C27E56"/>
    <w:rsid w:val="00C34F0A"/>
    <w:rsid w:val="00C474D4"/>
    <w:rsid w:val="00C8385E"/>
    <w:rsid w:val="00C86384"/>
    <w:rsid w:val="00C95FAD"/>
    <w:rsid w:val="00CA08F7"/>
    <w:rsid w:val="00CB761F"/>
    <w:rsid w:val="00CD2989"/>
    <w:rsid w:val="00CF0C2E"/>
    <w:rsid w:val="00CF1EF4"/>
    <w:rsid w:val="00D03E7A"/>
    <w:rsid w:val="00D16A86"/>
    <w:rsid w:val="00D5751E"/>
    <w:rsid w:val="00DB257A"/>
    <w:rsid w:val="00DD4416"/>
    <w:rsid w:val="00DE46D0"/>
    <w:rsid w:val="00E026CB"/>
    <w:rsid w:val="00E2222D"/>
    <w:rsid w:val="00E5226F"/>
    <w:rsid w:val="00E70B40"/>
    <w:rsid w:val="00E76CBD"/>
    <w:rsid w:val="00E954EA"/>
    <w:rsid w:val="00EA3FBB"/>
    <w:rsid w:val="00EA5905"/>
    <w:rsid w:val="00ED1C05"/>
    <w:rsid w:val="00ED6860"/>
    <w:rsid w:val="00F72AFE"/>
    <w:rsid w:val="00FA1E1F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a4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a4">
    <w:name w:val="Body Text"/>
    <w:basedOn w:val="a"/>
    <w:rsid w:val="005D7075"/>
    <w:pPr>
      <w:spacing w:after="120"/>
    </w:pPr>
  </w:style>
  <w:style w:type="character" w:customStyle="1" w:styleId="10">
    <w:name w:val="Заголовок 1 Знак"/>
    <w:link w:val="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B5498"/>
    <w:pPr>
      <w:ind w:left="708"/>
    </w:pPr>
  </w:style>
  <w:style w:type="paragraph" w:styleId="a6">
    <w:name w:val="Balloon Text"/>
    <w:basedOn w:val="a"/>
    <w:link w:val="a7"/>
    <w:rsid w:val="00DB25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a8">
    <w:name w:val="Normal (Web)"/>
    <w:basedOn w:val="a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a"/>
    <w:rsid w:val="004E7849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9D2C3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398B4-7F12-4F42-A785-421B3F409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</Template>
  <TotalTime>42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2624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Учетная запись Майкрософт</cp:lastModifiedBy>
  <cp:revision>8</cp:revision>
  <dcterms:created xsi:type="dcterms:W3CDTF">2023-10-17T07:54:00Z</dcterms:created>
  <dcterms:modified xsi:type="dcterms:W3CDTF">2024-02-07T11:33:00Z</dcterms:modified>
</cp:coreProperties>
</file>